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D8D5" w14:textId="7EE51C2C" w:rsidR="00826B7B" w:rsidRDefault="00B204E3" w:rsidP="00B204E3">
      <w:pPr>
        <w:pStyle w:val="Titul1"/>
      </w:pPr>
      <w:r>
        <w:t>Dopis nabídk</w:t>
      </w:r>
      <w:r w:rsidR="00356869">
        <w:t>y</w:t>
      </w:r>
    </w:p>
    <w:p w14:paraId="6B98599E" w14:textId="216EB9B3" w:rsidR="0081464E" w:rsidRPr="00BF54FE" w:rsidRDefault="00B204E3" w:rsidP="00BF54FE">
      <w:pPr>
        <w:pStyle w:val="Titul2"/>
      </w:pPr>
      <w:r>
        <w:t xml:space="preserve">Název zakázky: </w:t>
      </w:r>
      <w:r w:rsidR="0081464E">
        <w:t>Soubor staveb - „Rekonstrukce ŽST Chrastava</w:t>
      </w:r>
      <w:r>
        <w:t>“</w:t>
      </w:r>
      <w:r w:rsidR="00232000" w:rsidRPr="00BF54FE">
        <w:t xml:space="preserve"> </w:t>
      </w:r>
      <w:r w:rsidR="0081464E">
        <w:t>„Rekonstrukce ŽST Hrádek nad Nisou“</w:t>
      </w:r>
    </w:p>
    <w:p w14:paraId="11A3CDD6" w14:textId="77777777" w:rsidR="009226C1" w:rsidRDefault="009226C1" w:rsidP="00B204E3">
      <w:pPr>
        <w:pStyle w:val="Textbezodsazen"/>
      </w:pPr>
    </w:p>
    <w:p w14:paraId="541C396C" w14:textId="1270E7EA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9D3C44B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C1E45D7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206A25B8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2335CACE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61B1F4D6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030A91D5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478954EC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A8BB295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C4EEE98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B242FC8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164A0172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30263A9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45A1C9C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AC7CAB6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0DB89105" w14:textId="77777777" w:rsidR="00A5674E" w:rsidRDefault="00A5674E" w:rsidP="00A5674E">
      <w:pPr>
        <w:pStyle w:val="Textbezodsazen"/>
      </w:pPr>
    </w:p>
    <w:p w14:paraId="7CA02BAE" w14:textId="77777777" w:rsidR="000E6ABE" w:rsidRDefault="000E6ABE" w:rsidP="00A5674E">
      <w:pPr>
        <w:pStyle w:val="Textbezodsazen"/>
      </w:pPr>
    </w:p>
    <w:p w14:paraId="27B89B43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7029264A" w14:textId="77777777" w:rsidR="000E6ABE" w:rsidRDefault="000E6ABE" w:rsidP="000E6ABE">
      <w:pPr>
        <w:pStyle w:val="Textbezodsazen"/>
        <w:jc w:val="left"/>
      </w:pPr>
    </w:p>
    <w:p w14:paraId="75AED3A0" w14:textId="77777777" w:rsidR="000E6ABE" w:rsidRDefault="000E6ABE" w:rsidP="000E6ABE">
      <w:pPr>
        <w:pStyle w:val="Textbezodsazen"/>
        <w:jc w:val="left"/>
      </w:pPr>
    </w:p>
    <w:p w14:paraId="4EF98CF2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6A1087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ACD996F" w14:textId="77777777" w:rsidR="00A5674E" w:rsidRDefault="00A5674E" w:rsidP="00A5674E">
      <w:pPr>
        <w:pStyle w:val="Textbezodsazen"/>
      </w:pPr>
    </w:p>
    <w:p w14:paraId="3C8434FB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36F14C30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6204A07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68C8C3B" w14:textId="77777777" w:rsidR="00A5674E" w:rsidRDefault="00A5674E" w:rsidP="00A5674E">
      <w:pPr>
        <w:pStyle w:val="Textbezodsazen"/>
      </w:pPr>
    </w:p>
    <w:p w14:paraId="38ECAA92" w14:textId="77777777" w:rsidR="00A5674E" w:rsidRDefault="00A5674E" w:rsidP="00A5674E">
      <w:pPr>
        <w:pStyle w:val="Textbezodsazen"/>
      </w:pPr>
    </w:p>
    <w:p w14:paraId="6A587588" w14:textId="77777777" w:rsidR="00A5674E" w:rsidRDefault="00A5674E" w:rsidP="00A5674E">
      <w:pPr>
        <w:pStyle w:val="Textbezodsazen"/>
      </w:pPr>
      <w:r>
        <w:t>za Zhotovitele</w:t>
      </w:r>
    </w:p>
    <w:p w14:paraId="5EA1E215" w14:textId="77777777" w:rsidR="00A5674E" w:rsidRDefault="00A5674E" w:rsidP="00A5674E">
      <w:pPr>
        <w:pStyle w:val="Textbezodsazen"/>
      </w:pPr>
    </w:p>
    <w:p w14:paraId="036B2D41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41B3C0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27DE573B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7BD0" w14:textId="77777777" w:rsidR="00D23282" w:rsidRDefault="00D23282" w:rsidP="00962258">
      <w:pPr>
        <w:spacing w:after="0" w:line="240" w:lineRule="auto"/>
      </w:pPr>
      <w:r>
        <w:separator/>
      </w:r>
    </w:p>
  </w:endnote>
  <w:endnote w:type="continuationSeparator" w:id="0">
    <w:p w14:paraId="35759D00" w14:textId="77777777" w:rsidR="00D23282" w:rsidRDefault="00D232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20E62965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99F74A5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54AC7F8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8CED94A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19DE7C03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6FB88A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6AB76D06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484A19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B3BB6" w14:textId="77777777"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75980825" wp14:editId="647D639B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79FC6B" w14:textId="6B1EB7CF" w:rsidR="00F90912" w:rsidRDefault="00F90912" w:rsidP="00F90912">
    <w:pPr>
      <w:spacing w:after="0" w:line="240" w:lineRule="auto"/>
      <w:rPr>
        <w:b/>
        <w:i/>
        <w:color w:val="00B050"/>
      </w:rPr>
    </w:pPr>
  </w:p>
  <w:p w14:paraId="627DA51D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17B16" w14:textId="77777777" w:rsidR="00D23282" w:rsidRDefault="00D23282" w:rsidP="00962258">
      <w:pPr>
        <w:spacing w:after="0" w:line="240" w:lineRule="auto"/>
      </w:pPr>
      <w:r>
        <w:separator/>
      </w:r>
    </w:p>
  </w:footnote>
  <w:footnote w:type="continuationSeparator" w:id="0">
    <w:p w14:paraId="4EB82DBE" w14:textId="77777777" w:rsidR="00D23282" w:rsidRDefault="00D232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0B97BBC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662F64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34E02C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88F7CF" w14:textId="77777777" w:rsidR="00A5674E" w:rsidRPr="00D6163D" w:rsidRDefault="00A5674E" w:rsidP="00FC6389">
          <w:pPr>
            <w:pStyle w:val="Druhdokumentu"/>
          </w:pPr>
        </w:p>
      </w:tc>
    </w:tr>
  </w:tbl>
  <w:p w14:paraId="570AC92F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D4E365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457382">
    <w:abstractNumId w:val="5"/>
  </w:num>
  <w:num w:numId="2" w16cid:durableId="773594505">
    <w:abstractNumId w:val="4"/>
  </w:num>
  <w:num w:numId="3" w16cid:durableId="284703378">
    <w:abstractNumId w:val="2"/>
  </w:num>
  <w:num w:numId="4" w16cid:durableId="771240887">
    <w:abstractNumId w:val="0"/>
  </w:num>
  <w:num w:numId="5" w16cid:durableId="679700095">
    <w:abstractNumId w:val="6"/>
  </w:num>
  <w:num w:numId="6" w16cid:durableId="2108428746">
    <w:abstractNumId w:val="7"/>
  </w:num>
  <w:num w:numId="7" w16cid:durableId="1501388552">
    <w:abstractNumId w:val="8"/>
  </w:num>
  <w:num w:numId="8" w16cid:durableId="1022587984">
    <w:abstractNumId w:val="1"/>
  </w:num>
  <w:num w:numId="9" w16cid:durableId="1007057823">
    <w:abstractNumId w:val="3"/>
  </w:num>
  <w:num w:numId="10" w16cid:durableId="102721969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97290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6869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464E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47B04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3AF8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66F6E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E02AC6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5" ma:contentTypeDescription="Vytvoří nový dokument" ma:contentTypeScope="" ma:versionID="05b06c9c06795946840a89f62adad079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c49bc4fa6d5d274a965f5d2effaea97f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ED6D05-01E5-4FF3-9D08-DC5086234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10B963-2495-4884-89FA-963512BD06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1114de8-59ab-4a1f-8a5f-49a0bd066a0f"/>
    <ds:schemaRef ds:uri="be02921a-4454-4f21-be70-e28e62e56cb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405</Words>
  <Characters>2392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Klomfarová Jana, Ing.</cp:lastModifiedBy>
  <cp:revision>3</cp:revision>
  <cp:lastPrinted>2024-01-26T11:03:00Z</cp:lastPrinted>
  <dcterms:created xsi:type="dcterms:W3CDTF">2024-01-24T09:55:00Z</dcterms:created>
  <dcterms:modified xsi:type="dcterms:W3CDTF">2024-01-26T11:03:00Z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